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336" w:rsidRDefault="002A7157" w:rsidP="00343F3B">
      <w:pPr>
        <w:pStyle w:val="Titre"/>
        <w:jc w:val="center"/>
        <w:rPr>
          <w:b/>
          <w:sz w:val="36"/>
          <w:szCs w:val="36"/>
        </w:rPr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-99695</wp:posOffset>
            </wp:positionH>
            <wp:positionV relativeFrom="paragraph">
              <wp:posOffset>922020</wp:posOffset>
            </wp:positionV>
            <wp:extent cx="6142581" cy="7967345"/>
            <wp:effectExtent l="0" t="0" r="0" b="0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00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42581" cy="7967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3F3B">
        <w:rPr>
          <w:b/>
          <w:sz w:val="36"/>
          <w:szCs w:val="36"/>
        </w:rPr>
        <w:t>Liste des installations thermiques des sites rattachés au CH de Saintes</w:t>
      </w:r>
    </w:p>
    <w:p w:rsidR="00343F3B" w:rsidRDefault="00343F3B" w:rsidP="00343F3B"/>
    <w:p w:rsidR="00343F3B" w:rsidRPr="00343F3B" w:rsidRDefault="00343F3B" w:rsidP="00343F3B">
      <w:pPr>
        <w:pStyle w:val="Paragraphedeliste"/>
        <w:numPr>
          <w:ilvl w:val="0"/>
          <w:numId w:val="1"/>
        </w:numPr>
        <w:rPr>
          <w:u w:val="single"/>
        </w:rPr>
      </w:pPr>
      <w:r w:rsidRPr="00343F3B">
        <w:rPr>
          <w:b/>
          <w:u w:val="single"/>
        </w:rPr>
        <w:lastRenderedPageBreak/>
        <w:t>Liste des CTA de l’hôpital de Saintes</w:t>
      </w:r>
    </w:p>
    <w:tbl>
      <w:tblPr>
        <w:tblW w:w="93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7"/>
        <w:gridCol w:w="3085"/>
        <w:gridCol w:w="896"/>
        <w:gridCol w:w="1102"/>
        <w:gridCol w:w="1174"/>
        <w:gridCol w:w="827"/>
        <w:gridCol w:w="1736"/>
      </w:tblGrid>
      <w:tr w:rsidR="00343F3B" w:rsidRPr="00343F3B" w:rsidTr="00343F3B">
        <w:trPr>
          <w:trHeight w:val="332"/>
        </w:trPr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bookmarkStart w:id="0" w:name="_GoBack"/>
            <w:bookmarkEnd w:id="0"/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N° CTA</w:t>
            </w:r>
          </w:p>
        </w:tc>
        <w:tc>
          <w:tcPr>
            <w:tcW w:w="30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ASSERVISSEMENT</w:t>
            </w:r>
          </w:p>
        </w:tc>
        <w:tc>
          <w:tcPr>
            <w:tcW w:w="8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NIVEAU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LOCAUX TECH</w:t>
            </w:r>
          </w:p>
        </w:tc>
        <w:tc>
          <w:tcPr>
            <w:tcW w:w="9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N° CHANTIER</w:t>
            </w:r>
          </w:p>
        </w:tc>
        <w:tc>
          <w:tcPr>
            <w:tcW w:w="8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ECS</w:t>
            </w:r>
          </w:p>
        </w:tc>
        <w:tc>
          <w:tcPr>
            <w:tcW w:w="17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ZEM</w:t>
            </w:r>
          </w:p>
        </w:tc>
      </w:tr>
      <w:tr w:rsidR="00343F3B" w:rsidRPr="00343F3B" w:rsidTr="00343F3B">
        <w:trPr>
          <w:trHeight w:val="332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CTA N° 1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BLOC OP SALLE D'OP N° 8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E-1LT12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LT02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OUI</w:t>
            </w:r>
          </w:p>
        </w:tc>
      </w:tr>
      <w:tr w:rsidR="00343F3B" w:rsidRPr="00343F3B" w:rsidTr="00343F3B">
        <w:trPr>
          <w:trHeight w:val="332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CTA N° 2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BLOC OP SALLE D'OP N° 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E-1LT12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LT02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OUI</w:t>
            </w:r>
          </w:p>
        </w:tc>
      </w:tr>
      <w:tr w:rsidR="00343F3B" w:rsidRPr="00343F3B" w:rsidTr="00343F3B">
        <w:trPr>
          <w:trHeight w:val="332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CTA N° 3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BLOC OP SALLE D'OP N° 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E-1LT12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LT02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OUI</w:t>
            </w:r>
          </w:p>
        </w:tc>
      </w:tr>
      <w:tr w:rsidR="00343F3B" w:rsidRPr="00343F3B" w:rsidTr="00343F3B">
        <w:trPr>
          <w:trHeight w:val="332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CTA N° 4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BLOC OP SALLE D'OP N° 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E-1LT12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LT02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OUI</w:t>
            </w:r>
          </w:p>
        </w:tc>
      </w:tr>
      <w:tr w:rsidR="00343F3B" w:rsidRPr="00343F3B" w:rsidTr="00343F3B">
        <w:trPr>
          <w:trHeight w:val="332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CTA N° 5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BLOC OP SALLE D'OP N° 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E-1LT12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LT02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OUI</w:t>
            </w:r>
          </w:p>
        </w:tc>
      </w:tr>
      <w:tr w:rsidR="00343F3B" w:rsidRPr="00343F3B" w:rsidTr="00343F3B">
        <w:trPr>
          <w:trHeight w:val="332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CTA N° 6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BLOC OP SALLE D'OP N° 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E-1LT12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LT02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OUI</w:t>
            </w:r>
          </w:p>
        </w:tc>
      </w:tr>
      <w:tr w:rsidR="00343F3B" w:rsidRPr="00343F3B" w:rsidTr="00343F3B">
        <w:trPr>
          <w:trHeight w:val="332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CTA N° 7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BLOC OP SALLE D'OP N° 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E-1LT12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LT02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OUI</w:t>
            </w:r>
          </w:p>
        </w:tc>
      </w:tr>
      <w:tr w:rsidR="00343F3B" w:rsidRPr="00343F3B" w:rsidTr="00343F3B">
        <w:trPr>
          <w:trHeight w:val="332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CTA N° 8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BLOC OP SALLE CESARIENNE N° 7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E-1LT12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LT02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OUI</w:t>
            </w:r>
          </w:p>
        </w:tc>
      </w:tr>
      <w:tr w:rsidR="00343F3B" w:rsidRPr="00343F3B" w:rsidTr="00343F3B">
        <w:trPr>
          <w:trHeight w:val="332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CTA N° 9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INDUCTION CIRCULATION ET RESERVE BLOC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E-1LT12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LT02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</w:tr>
      <w:tr w:rsidR="00343F3B" w:rsidRPr="00343F3B" w:rsidTr="00343F3B">
        <w:trPr>
          <w:trHeight w:val="332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CTA N° 10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GYNECO SALLE DE TRAVAIL ET RESERVE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E-1LT12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LT02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</w:tr>
      <w:tr w:rsidR="00343F3B" w:rsidRPr="00343F3B" w:rsidTr="00343F3B">
        <w:trPr>
          <w:trHeight w:val="332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CTA N° 11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GYNECO SALLE DE NAISSANCE N° 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E-1LT12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LT02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</w:tr>
      <w:tr w:rsidR="00343F3B" w:rsidRPr="00343F3B" w:rsidTr="00343F3B">
        <w:trPr>
          <w:trHeight w:val="332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CTA N° 12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GYNECO SALLE DE NAISSANCE N° 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E-1LT12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LT02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</w:tr>
      <w:tr w:rsidR="00343F3B" w:rsidRPr="00343F3B" w:rsidTr="00343F3B">
        <w:trPr>
          <w:trHeight w:val="332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CTA N° 13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GYNECO SALLE DE NAISSANCE N° 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E-1LT12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LT02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</w:tr>
      <w:tr w:rsidR="00343F3B" w:rsidRPr="00343F3B" w:rsidTr="00343F3B">
        <w:trPr>
          <w:trHeight w:val="332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CTA N° 14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BLOC OP SALLE DE REVEIL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E-1LT12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LT02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</w:tr>
      <w:tr w:rsidR="00343F3B" w:rsidRPr="00343F3B" w:rsidTr="00343F3B">
        <w:trPr>
          <w:trHeight w:val="332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CTA N° 15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STERILISATION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-1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E-1LT12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LT02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OUI</w:t>
            </w:r>
          </w:p>
        </w:tc>
      </w:tr>
      <w:tr w:rsidR="00343F3B" w:rsidRPr="00343F3B" w:rsidTr="00343F3B">
        <w:trPr>
          <w:trHeight w:val="332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CTA N° 16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PHARMACIE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-1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D-1LT13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LT01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OUI (URC)</w:t>
            </w:r>
          </w:p>
        </w:tc>
      </w:tr>
      <w:tr w:rsidR="00343F3B" w:rsidRPr="00343F3B" w:rsidTr="00343F3B">
        <w:trPr>
          <w:trHeight w:val="332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CTA N° 17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MORGUE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-1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D-1LT13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LT01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</w:tr>
      <w:tr w:rsidR="00343F3B" w:rsidRPr="00343F3B" w:rsidTr="00343F3B">
        <w:trPr>
          <w:trHeight w:val="332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CTA N° 18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SERVICE TECHNIQUE ET ECONOMIQUE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-1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B-1LT16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LT03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</w:tr>
      <w:tr w:rsidR="00343F3B" w:rsidRPr="00343F3B" w:rsidTr="00343F3B">
        <w:trPr>
          <w:trHeight w:val="332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CTA N° 19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SELF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-1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B-1LT16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LT03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</w:tr>
      <w:tr w:rsidR="00343F3B" w:rsidRPr="00343F3B" w:rsidTr="00343F3B">
        <w:trPr>
          <w:trHeight w:val="332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CTA N° 20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SALLE DU SELF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-1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B-1LT16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LT03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</w:tr>
      <w:tr w:rsidR="00343F3B" w:rsidRPr="00343F3B" w:rsidTr="00343F3B">
        <w:trPr>
          <w:trHeight w:val="332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CTA N° 21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GYNECO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B2LT02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LT09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 07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</w:tr>
      <w:tr w:rsidR="00343F3B" w:rsidRPr="00343F3B" w:rsidTr="00343F3B">
        <w:trPr>
          <w:trHeight w:val="332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CTA N° 22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NEO-NAT MERE ENFANT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B1LT25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LT14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 15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</w:tr>
      <w:tr w:rsidR="00343F3B" w:rsidRPr="00343F3B" w:rsidTr="00343F3B">
        <w:trPr>
          <w:trHeight w:val="332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CTA N° 23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URGENCE PEDIATRIQUE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B-1LT16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LT03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</w:tr>
      <w:tr w:rsidR="00343F3B" w:rsidRPr="00343F3B" w:rsidTr="00343F3B">
        <w:trPr>
          <w:trHeight w:val="332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CTA N° 24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PEDIATRIE NOURISSON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B-1LT16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LT03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</w:tr>
      <w:tr w:rsidR="00343F3B" w:rsidRPr="00343F3B" w:rsidTr="00343F3B">
        <w:trPr>
          <w:trHeight w:val="332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CTA N° 25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ARCHIVES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-1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D-1LT13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LT01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</w:tr>
      <w:tr w:rsidR="00343F3B" w:rsidRPr="00343F3B" w:rsidTr="00343F3B">
        <w:trPr>
          <w:trHeight w:val="332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CTA N° 26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CHAMBRE HOPITAL DE JOUR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D-1LT13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LT01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</w:tr>
      <w:tr w:rsidR="00343F3B" w:rsidRPr="00343F3B" w:rsidTr="00343F3B">
        <w:trPr>
          <w:trHeight w:val="332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CTA N° 27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IMAGERIE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D-1LT13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LT01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Scanner interventionnel</w:t>
            </w:r>
          </w:p>
        </w:tc>
      </w:tr>
      <w:tr w:rsidR="00343F3B" w:rsidRPr="00343F3B" w:rsidTr="00343F3B">
        <w:trPr>
          <w:trHeight w:val="332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lastRenderedPageBreak/>
              <w:t>CTA N° 28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URGENCE 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D-1LT13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LT01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</w:tr>
      <w:tr w:rsidR="00343F3B" w:rsidRPr="00343F3B" w:rsidTr="00343F3B">
        <w:trPr>
          <w:trHeight w:val="332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CTA N° 29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ENTREE PERSONNEL ET LOCAUX TECHN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-1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A-1LT14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LT04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 01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</w:tr>
      <w:tr w:rsidR="00343F3B" w:rsidRPr="00343F3B" w:rsidTr="00343F3B">
        <w:trPr>
          <w:trHeight w:val="332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CTA N° 30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ENTREE PERSONNEL ET ACCUEIL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A-1LT14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LT04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 06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</w:tr>
      <w:tr w:rsidR="00343F3B" w:rsidRPr="00343F3B" w:rsidTr="00343F3B">
        <w:trPr>
          <w:trHeight w:val="332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CTA N° 31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PSY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0 ET 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B2LT04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LT10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</w:tr>
      <w:tr w:rsidR="00343F3B" w:rsidRPr="00343F3B" w:rsidTr="00343F3B">
        <w:trPr>
          <w:trHeight w:val="332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CTA N° 32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REANIMATION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E-1LT23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LT11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 02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</w:tr>
      <w:tr w:rsidR="00343F3B" w:rsidRPr="00343F3B" w:rsidTr="00343F3B">
        <w:trPr>
          <w:trHeight w:val="332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CTA N° 33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USIC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B2LT05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LT08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P08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</w:tr>
      <w:tr w:rsidR="00343F3B" w:rsidRPr="00343F3B" w:rsidTr="00343F3B">
        <w:trPr>
          <w:trHeight w:val="332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CTA N° 34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CONSULT CARDIO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B2LT05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LT08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</w:tr>
      <w:tr w:rsidR="00343F3B" w:rsidRPr="00343F3B" w:rsidTr="00343F3B">
        <w:trPr>
          <w:trHeight w:val="332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CTA N° 35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HEMODIALYSE CONSULT HEPATO/PNEUMO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E-1LT23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LT11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 04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</w:tr>
      <w:tr w:rsidR="00343F3B" w:rsidRPr="00343F3B" w:rsidTr="00343F3B">
        <w:trPr>
          <w:trHeight w:val="332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CTA N° 36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UNITE 2 ET 4 AILE CH B ET C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1 ET 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F3LT02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LT05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 10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</w:tr>
      <w:tr w:rsidR="00343F3B" w:rsidRPr="00343F3B" w:rsidTr="00343F3B">
        <w:trPr>
          <w:trHeight w:val="332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CTA N° 37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UNITE 2 ET 4 AILE CH A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1 ET 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F3LT02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LT05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 11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</w:tr>
      <w:tr w:rsidR="00343F3B" w:rsidRPr="00343F3B" w:rsidTr="00343F3B">
        <w:trPr>
          <w:trHeight w:val="332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CTA N° 38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UNITE 1 / 3 / 5 CH F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1 / 2 / 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600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G4LT09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LT07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 09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</w:tr>
      <w:tr w:rsidR="00343F3B" w:rsidRPr="00343F3B" w:rsidTr="00343F3B">
        <w:trPr>
          <w:trHeight w:val="332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CTA N° 39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UNITE 1 / 3 / 5 CH E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1 / 2 / 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600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G4LT09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LT07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 12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</w:tr>
      <w:tr w:rsidR="00343F3B" w:rsidRPr="00343F3B" w:rsidTr="00343F3B">
        <w:trPr>
          <w:trHeight w:val="332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CTA N° 40 A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LOCAUX COMMUNS ET BUREAU 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1 / 2 / 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6699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F4LT06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LT06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 17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</w:tr>
      <w:tr w:rsidR="00343F3B" w:rsidRPr="00343F3B" w:rsidTr="00343F3B">
        <w:trPr>
          <w:trHeight w:val="332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CTA N° 40 B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ATTENTE ET BUREAUX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1 / 2 / 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6699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F4LT06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LT06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</w:tr>
      <w:tr w:rsidR="00343F3B" w:rsidRPr="00343F3B" w:rsidTr="00343F3B">
        <w:trPr>
          <w:trHeight w:val="332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CTA N° 41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PSY RESID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RES.038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LT13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 14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</w:tr>
      <w:tr w:rsidR="00343F3B" w:rsidRPr="00343F3B" w:rsidTr="00343F3B">
        <w:trPr>
          <w:trHeight w:val="332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CTA N° 42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PEDO PSY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UTA.041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LT12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 13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</w:tr>
      <w:tr w:rsidR="00343F3B" w:rsidRPr="00343F3B" w:rsidTr="00343F3B">
        <w:trPr>
          <w:trHeight w:val="332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CTA N° 43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IRM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E-1LT23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LT11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</w:tr>
      <w:tr w:rsidR="00343F3B" w:rsidRPr="00343F3B" w:rsidTr="00343F3B">
        <w:trPr>
          <w:trHeight w:val="332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CTA N° 44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SALLE ENDOSCO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E-1LT12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LT02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</w:tr>
      <w:tr w:rsidR="00343F3B" w:rsidRPr="00343F3B" w:rsidTr="00343F3B">
        <w:trPr>
          <w:trHeight w:val="332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CTA N° 45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SALLE FIBROSCOPIE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E-1LT12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LT02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</w:tr>
      <w:tr w:rsidR="00343F3B" w:rsidRPr="00343F3B" w:rsidTr="00343F3B">
        <w:trPr>
          <w:trHeight w:val="332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CTA N° 46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PREPARATION AIR NEUF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E-1LT12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LT02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</w:tr>
      <w:tr w:rsidR="00343F3B" w:rsidRPr="00343F3B" w:rsidTr="00343F3B">
        <w:trPr>
          <w:trHeight w:val="332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CTA N° 47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PREPARATION AIR NEUF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E-1LT12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LT02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</w:tr>
      <w:tr w:rsidR="00343F3B" w:rsidRPr="00343F3B" w:rsidTr="00343F3B">
        <w:trPr>
          <w:trHeight w:val="332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CTA N° 48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UNITE 1 / 3 / 5 CH D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1 / 2 / 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600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G4LT09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LT07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 16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</w:tr>
      <w:tr w:rsidR="00343F3B" w:rsidRPr="00343F3B" w:rsidTr="00343F3B">
        <w:trPr>
          <w:trHeight w:val="332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CTA N° 49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GYNECO SALLE DE NAISSANCE N° 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E-1LT12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LT02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</w:tr>
      <w:tr w:rsidR="00343F3B" w:rsidRPr="00343F3B" w:rsidTr="00343F3B">
        <w:trPr>
          <w:trHeight w:val="332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CTA N° 50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GARE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-1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E-1GC11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LT02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</w:tr>
      <w:tr w:rsidR="00343F3B" w:rsidRPr="00343F3B" w:rsidTr="00343F3B">
        <w:trPr>
          <w:trHeight w:val="332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CTA N° 51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SALLE D'INTERVENTION RAPIDE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E-1LT12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LT02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OUI</w:t>
            </w:r>
          </w:p>
        </w:tc>
      </w:tr>
      <w:tr w:rsidR="00343F3B" w:rsidRPr="00343F3B" w:rsidTr="00343F3B">
        <w:trPr>
          <w:trHeight w:val="332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CTA N° 52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ELECTRO - PHYSIOLOGIE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66FF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B2LT05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LT08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OUI</w:t>
            </w:r>
          </w:p>
        </w:tc>
      </w:tr>
      <w:tr w:rsidR="00343F3B" w:rsidRPr="00343F3B" w:rsidTr="00343F3B">
        <w:trPr>
          <w:trHeight w:val="332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BAT. N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PRODUCTION ECS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9900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E-1LT02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LT N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P03 - P05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3F3B" w:rsidRPr="00343F3B" w:rsidRDefault="00343F3B" w:rsidP="00343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343F3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</w:tr>
    </w:tbl>
    <w:p w:rsidR="00343F3B" w:rsidRPr="00343F3B" w:rsidRDefault="00343F3B" w:rsidP="00343F3B"/>
    <w:sectPr w:rsidR="00343F3B" w:rsidRPr="00343F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01951"/>
    <w:multiLevelType w:val="hybridMultilevel"/>
    <w:tmpl w:val="D7463C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3A2"/>
    <w:rsid w:val="002A7157"/>
    <w:rsid w:val="002C4336"/>
    <w:rsid w:val="00343F3B"/>
    <w:rsid w:val="00AB0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12DAD"/>
  <w15:chartTrackingRefBased/>
  <w15:docId w15:val="{6E9501ED-DF6A-47CA-8117-04BC976EB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3F3B"/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343F3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43F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ragraphedeliste">
    <w:name w:val="List Paragraph"/>
    <w:basedOn w:val="Normal"/>
    <w:uiPriority w:val="34"/>
    <w:qFormat/>
    <w:rsid w:val="00343F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6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f4bff47-bdd6-4a7c-b0c7-3fc1d6bb80cc">
      <Terms xmlns="http://schemas.microsoft.com/office/infopath/2007/PartnerControls"/>
    </lcf76f155ced4ddcb4097134ff3c332f>
    <TaxCatchAll xmlns="b182f722-43de-4096-bece-0dcbc3227fb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32A7DB29680F45A20220028645011B" ma:contentTypeVersion="17" ma:contentTypeDescription="Crée un document." ma:contentTypeScope="" ma:versionID="b5e8239ea83fffb072809c1402f392ba">
  <xsd:schema xmlns:xsd="http://www.w3.org/2001/XMLSchema" xmlns:xs="http://www.w3.org/2001/XMLSchema" xmlns:p="http://schemas.microsoft.com/office/2006/metadata/properties" xmlns:ns2="2f4bff47-bdd6-4a7c-b0c7-3fc1d6bb80cc" xmlns:ns3="b182f722-43de-4096-bece-0dcbc3227fb2" targetNamespace="http://schemas.microsoft.com/office/2006/metadata/properties" ma:root="true" ma:fieldsID="5a3102b46c62af141aab503ed0693d00" ns2:_="" ns3:_="">
    <xsd:import namespace="2f4bff47-bdd6-4a7c-b0c7-3fc1d6bb80cc"/>
    <xsd:import namespace="b182f722-43de-4096-bece-0dcbc3227f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4bff47-bdd6-4a7c-b0c7-3fc1d6bb80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01c93e4e-0d48-4717-9149-c82c5fa684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82f722-43de-4096-bece-0dcbc3227fb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bf7a7f7-c7ed-4f17-8aaf-0ce2b88db14e}" ma:internalName="TaxCatchAll" ma:showField="CatchAllData" ma:web="b182f722-43de-4096-bece-0dcbc3227f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C2D7E0A-21F7-42CC-AB5C-39C12AD46C85}">
  <ds:schemaRefs>
    <ds:schemaRef ds:uri="http://schemas.microsoft.com/office/2006/metadata/properties"/>
    <ds:schemaRef ds:uri="http://schemas.microsoft.com/office/infopath/2007/PartnerControls"/>
    <ds:schemaRef ds:uri="2f4bff47-bdd6-4a7c-b0c7-3fc1d6bb80cc"/>
    <ds:schemaRef ds:uri="b182f722-43de-4096-bece-0dcbc3227fb2"/>
  </ds:schemaRefs>
</ds:datastoreItem>
</file>

<file path=customXml/itemProps2.xml><?xml version="1.0" encoding="utf-8"?>
<ds:datastoreItem xmlns:ds="http://schemas.openxmlformats.org/officeDocument/2006/customXml" ds:itemID="{F61D736B-95DB-4B33-9ACA-6EF7463819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AAC62B-C651-45F3-96BF-F15972A1CA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4bff47-bdd6-4a7c-b0c7-3fc1d6bb80cc"/>
    <ds:schemaRef ds:uri="b182f722-43de-4096-bece-0dcbc3227f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71446881.dotm</Template>
  <TotalTime>5</TotalTime>
  <Pages>3</Pages>
  <Words>464</Words>
  <Characters>2555</Characters>
  <Application>Microsoft Office Word</Application>
  <DocSecurity>0</DocSecurity>
  <Lines>21</Lines>
  <Paragraphs>6</Paragraphs>
  <ScaleCrop>false</ScaleCrop>
  <Company>CHS</Company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SBAI Ouidad</dc:creator>
  <cp:keywords/>
  <dc:description/>
  <cp:lastModifiedBy>SBAI Ouidad</cp:lastModifiedBy>
  <cp:revision>3</cp:revision>
  <dcterms:created xsi:type="dcterms:W3CDTF">2025-02-27T08:31:00Z</dcterms:created>
  <dcterms:modified xsi:type="dcterms:W3CDTF">2025-03-17T08:30:00Z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0x0101008E32A7DB29680F45A20220028645011B</vt:lpwstr>
  </property>
  <property fmtid="{D5CDD505-2E9C-101B-9397-08002B2CF9AE}" pid="3" name="MediaServiceImageTags">
    <vt:lpwstr/>
  </property>
</Properties>
</file>